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9372C" w14:textId="77777777" w:rsidR="00522E43" w:rsidRPr="00F00A97" w:rsidRDefault="00522E43" w:rsidP="00C04AE4">
      <w:pPr>
        <w:pStyle w:val="Corptext"/>
        <w:ind w:right="413"/>
        <w:jc w:val="right"/>
        <w:rPr>
          <w:rFonts w:ascii="Calibri" w:hAnsi="Calibri" w:cs="Calibri"/>
        </w:rPr>
      </w:pPr>
      <w:r w:rsidRPr="00F00A97">
        <w:rPr>
          <w:rFonts w:ascii="Calibri" w:hAnsi="Calibri" w:cs="Calibri"/>
        </w:rPr>
        <w:t>Anexa</w:t>
      </w:r>
      <w:r w:rsidR="001E7DF8">
        <w:rPr>
          <w:rFonts w:ascii="Calibri" w:hAnsi="Calibri" w:cs="Calibri"/>
        </w:rPr>
        <w:t xml:space="preserve"> 5</w:t>
      </w:r>
    </w:p>
    <w:p w14:paraId="151690CB" w14:textId="77777777" w:rsidR="00522E43" w:rsidRPr="00F00A97" w:rsidRDefault="00522E43" w:rsidP="001B674D">
      <w:pPr>
        <w:jc w:val="both"/>
        <w:rPr>
          <w:rFonts w:ascii="Calibri" w:hAnsi="Calibri" w:cs="Calibri"/>
          <w:b/>
        </w:rPr>
      </w:pPr>
    </w:p>
    <w:p w14:paraId="1DBD6E53" w14:textId="77777777" w:rsidR="00C04AE4" w:rsidRPr="00F00A97" w:rsidRDefault="00522E43" w:rsidP="00C04AE4">
      <w:pPr>
        <w:pStyle w:val="Corp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14:paraId="073E30EF" w14:textId="77777777" w:rsidR="00522E43" w:rsidRPr="00F00A97" w:rsidRDefault="00522E43" w:rsidP="00C04AE4">
      <w:pPr>
        <w:pStyle w:val="Corp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14:paraId="77E7FEF0" w14:textId="77777777" w:rsidR="00522E43" w:rsidRPr="00F00A97" w:rsidRDefault="00522E43" w:rsidP="001B674D">
      <w:pPr>
        <w:jc w:val="both"/>
        <w:rPr>
          <w:rFonts w:ascii="Calibri" w:hAnsi="Calibri" w:cs="Calibri"/>
          <w:b/>
        </w:rPr>
      </w:pPr>
    </w:p>
    <w:p w14:paraId="1A2C2D48" w14:textId="77777777"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14:paraId="305CA5E6" w14:textId="7777777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14:paraId="2BD1F2CE" w14:textId="77777777"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14:paraId="657C09B2"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D5532F5"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7890C900" w14:textId="77777777" w:rsidR="00522E43" w:rsidRPr="00F00A97" w:rsidRDefault="00522E43" w:rsidP="001B674D">
            <w:pPr>
              <w:pStyle w:val="TableParagraph"/>
              <w:jc w:val="both"/>
              <w:rPr>
                <w:rFonts w:ascii="Calibri" w:hAnsi="Calibri" w:cs="Calibri"/>
                <w:sz w:val="24"/>
                <w:szCs w:val="24"/>
              </w:rPr>
            </w:pPr>
          </w:p>
        </w:tc>
      </w:tr>
      <w:tr w:rsidR="00522E43" w:rsidRPr="00F00A97" w14:paraId="23AF2BAD"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28CE5E0" w14:textId="77777777"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525BB803" w14:textId="77777777" w:rsidR="00522E43" w:rsidRPr="00F00A97" w:rsidRDefault="00522E43" w:rsidP="001B674D">
            <w:pPr>
              <w:pStyle w:val="TableParagraph"/>
              <w:jc w:val="both"/>
              <w:rPr>
                <w:rFonts w:ascii="Calibri" w:hAnsi="Calibri" w:cs="Calibri"/>
                <w:sz w:val="24"/>
                <w:szCs w:val="24"/>
              </w:rPr>
            </w:pPr>
          </w:p>
        </w:tc>
      </w:tr>
      <w:tr w:rsidR="00522E43" w:rsidRPr="00F00A97" w14:paraId="1E711680"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122B447F"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20EF7BE7" w14:textId="77777777" w:rsidR="00522E43" w:rsidRPr="00F00A97" w:rsidRDefault="00522E43" w:rsidP="001B674D">
            <w:pPr>
              <w:pStyle w:val="TableParagraph"/>
              <w:jc w:val="both"/>
              <w:rPr>
                <w:rFonts w:ascii="Calibri" w:hAnsi="Calibri" w:cs="Calibri"/>
                <w:sz w:val="24"/>
                <w:szCs w:val="24"/>
              </w:rPr>
            </w:pPr>
          </w:p>
        </w:tc>
      </w:tr>
      <w:tr w:rsidR="00522E43" w:rsidRPr="00F00A97" w14:paraId="12E09164"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7378EE36"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015772ED" w14:textId="77777777" w:rsidR="00522E43" w:rsidRPr="00F00A97" w:rsidRDefault="00522E43" w:rsidP="001B674D">
            <w:pPr>
              <w:pStyle w:val="TableParagraph"/>
              <w:jc w:val="both"/>
              <w:rPr>
                <w:rFonts w:ascii="Calibri" w:hAnsi="Calibri" w:cs="Calibri"/>
                <w:sz w:val="24"/>
                <w:szCs w:val="24"/>
              </w:rPr>
            </w:pPr>
          </w:p>
        </w:tc>
      </w:tr>
      <w:tr w:rsidR="00522E43" w:rsidRPr="00F00A97" w14:paraId="7C49CBDB"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4C367202"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5FC0A369" w14:textId="77777777" w:rsidR="00522E43" w:rsidRPr="00F00A97" w:rsidRDefault="00522E43" w:rsidP="001B674D">
            <w:pPr>
              <w:pStyle w:val="TableParagraph"/>
              <w:jc w:val="both"/>
              <w:rPr>
                <w:rFonts w:ascii="Calibri" w:hAnsi="Calibri" w:cs="Calibri"/>
                <w:sz w:val="24"/>
                <w:szCs w:val="24"/>
              </w:rPr>
            </w:pPr>
          </w:p>
        </w:tc>
      </w:tr>
      <w:tr w:rsidR="00522E43" w:rsidRPr="00F00A97" w14:paraId="7E014959"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361E9329"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4E005673" w14:textId="77777777" w:rsidR="00522E43" w:rsidRPr="00F00A97" w:rsidRDefault="00522E43" w:rsidP="001B674D">
            <w:pPr>
              <w:pStyle w:val="TableParagraph"/>
              <w:jc w:val="both"/>
              <w:rPr>
                <w:rFonts w:ascii="Calibri" w:hAnsi="Calibri" w:cs="Calibri"/>
                <w:sz w:val="24"/>
                <w:szCs w:val="24"/>
              </w:rPr>
            </w:pPr>
          </w:p>
        </w:tc>
      </w:tr>
    </w:tbl>
    <w:p w14:paraId="1267D7CB" w14:textId="77777777"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14:paraId="4D46446D" w14:textId="7777777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4CE2EFC" w14:textId="77777777"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4ED41C7" w14:textId="77777777"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D014D06" w14:textId="77777777"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5F4E84D" w14:textId="77777777"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F809509" w14:textId="77777777"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2E2438C" w14:textId="77777777"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14:paraId="1EE2E8B7" w14:textId="7777777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14:paraId="1BBBD906" w14:textId="77777777"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14:paraId="10818357" w14:textId="77777777"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14:paraId="53985102"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14:paraId="1568A09B"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14:paraId="69E61CD8"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14:paraId="3BED6FB3" w14:textId="77777777" w:rsidR="00522E43" w:rsidRPr="00F00A97" w:rsidRDefault="00522E43" w:rsidP="001B674D">
            <w:pPr>
              <w:pStyle w:val="TableParagraph"/>
              <w:jc w:val="both"/>
              <w:rPr>
                <w:rFonts w:ascii="Calibri" w:hAnsi="Calibri" w:cs="Calibri"/>
                <w:sz w:val="24"/>
                <w:szCs w:val="24"/>
              </w:rPr>
            </w:pPr>
          </w:p>
        </w:tc>
      </w:tr>
      <w:tr w:rsidR="00522E43" w:rsidRPr="00F00A97" w14:paraId="6755F76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2068149" w14:textId="77777777" w:rsidR="00522E43" w:rsidRPr="00F00A97" w:rsidRDefault="00522E43" w:rsidP="001B674D">
            <w:pPr>
              <w:pStyle w:val="TableParagraph"/>
              <w:jc w:val="both"/>
              <w:rPr>
                <w:rFonts w:ascii="Calibri" w:hAnsi="Calibri" w:cs="Calibri"/>
                <w:b/>
                <w:sz w:val="24"/>
                <w:szCs w:val="24"/>
              </w:rPr>
            </w:pPr>
          </w:p>
          <w:p w14:paraId="4E9A87F7" w14:textId="77777777" w:rsidR="00522E43" w:rsidRPr="00F00A97" w:rsidRDefault="00522E43" w:rsidP="001B674D">
            <w:pPr>
              <w:pStyle w:val="TableParagraph"/>
              <w:jc w:val="both"/>
              <w:rPr>
                <w:rFonts w:ascii="Calibri" w:hAnsi="Calibri" w:cs="Calibri"/>
                <w:b/>
                <w:sz w:val="24"/>
                <w:szCs w:val="24"/>
              </w:rPr>
            </w:pPr>
          </w:p>
          <w:p w14:paraId="195EDC49" w14:textId="77777777" w:rsidR="00522E43" w:rsidRPr="00F00A97" w:rsidRDefault="00522E43" w:rsidP="001B674D">
            <w:pPr>
              <w:pStyle w:val="TableParagraph"/>
              <w:jc w:val="both"/>
              <w:rPr>
                <w:rFonts w:ascii="Calibri" w:hAnsi="Calibri" w:cs="Calibri"/>
                <w:b/>
                <w:sz w:val="24"/>
                <w:szCs w:val="24"/>
              </w:rPr>
            </w:pPr>
          </w:p>
          <w:p w14:paraId="6735A6EC" w14:textId="77777777"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05193BD"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49D71A2"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71D21A1"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39FE5CB"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83F8173" w14:textId="77777777" w:rsidR="00522E43" w:rsidRPr="00F00A97" w:rsidRDefault="00522E43" w:rsidP="001B674D">
            <w:pPr>
              <w:pStyle w:val="TableParagraph"/>
              <w:jc w:val="both"/>
              <w:rPr>
                <w:rFonts w:ascii="Calibri" w:hAnsi="Calibri" w:cs="Calibri"/>
                <w:sz w:val="24"/>
                <w:szCs w:val="24"/>
              </w:rPr>
            </w:pPr>
          </w:p>
        </w:tc>
      </w:tr>
      <w:tr w:rsidR="00522E43" w:rsidRPr="00F00A97" w14:paraId="4AA6CA1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80160CB"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7EB29EF"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14:paraId="33B475AA"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14:paraId="2D12CB4F"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14:paraId="450E534A"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14:paraId="519E238F"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14:paraId="3AC71172"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14:paraId="01F51CDB"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14:paraId="3360BA40"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0D6080A"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DFF297F"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0E7BA03"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D7ECDD" w14:textId="77777777" w:rsidR="00522E43" w:rsidRPr="00F00A97" w:rsidRDefault="00522E43" w:rsidP="001B674D">
            <w:pPr>
              <w:pStyle w:val="TableParagraph"/>
              <w:jc w:val="both"/>
              <w:rPr>
                <w:rFonts w:ascii="Calibri" w:hAnsi="Calibri" w:cs="Calibri"/>
                <w:sz w:val="24"/>
                <w:szCs w:val="24"/>
              </w:rPr>
            </w:pPr>
          </w:p>
        </w:tc>
      </w:tr>
      <w:tr w:rsidR="00522E43" w:rsidRPr="00F00A97" w14:paraId="1291CFE8"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BA33B67"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02ACBF7"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14:paraId="44DF8BC9"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14:paraId="4F027BAE" w14:textId="77777777"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D4F9E00"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26D2D08"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1656D3E"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B1C951F" w14:textId="77777777" w:rsidR="00522E43" w:rsidRPr="00F00A97" w:rsidRDefault="00522E43" w:rsidP="001B674D">
            <w:pPr>
              <w:pStyle w:val="TableParagraph"/>
              <w:jc w:val="both"/>
              <w:rPr>
                <w:rFonts w:ascii="Calibri" w:hAnsi="Calibri" w:cs="Calibri"/>
                <w:sz w:val="24"/>
                <w:szCs w:val="24"/>
              </w:rPr>
            </w:pPr>
          </w:p>
        </w:tc>
      </w:tr>
      <w:tr w:rsidR="00273596" w:rsidRPr="00F00A97" w14:paraId="13700AA3" w14:textId="7777777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EE1C4AE" w14:textId="77777777"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6433967" w14:textId="77777777"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FDF75D" w14:textId="77777777"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907878B" w14:textId="77777777"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0E7DAC0" w14:textId="77777777"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9BFF03C" w14:textId="77777777" w:rsidR="00273596" w:rsidRPr="00F00A97" w:rsidRDefault="00273596" w:rsidP="001B674D">
            <w:pPr>
              <w:pStyle w:val="TableParagraph"/>
              <w:jc w:val="both"/>
              <w:rPr>
                <w:rFonts w:ascii="Calibri" w:hAnsi="Calibri" w:cs="Calibri"/>
                <w:sz w:val="24"/>
                <w:szCs w:val="24"/>
              </w:rPr>
            </w:pPr>
          </w:p>
        </w:tc>
      </w:tr>
      <w:tr w:rsidR="009F75B4" w:rsidRPr="00F00A97" w14:paraId="2B6F1FB4" w14:textId="7777777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C54C4B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B0B6E7B"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9A41E5"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8DEC689"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5732F2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EE53D58" w14:textId="77777777" w:rsidR="009F75B4" w:rsidRPr="00F00A97" w:rsidRDefault="009F75B4" w:rsidP="001B674D">
            <w:pPr>
              <w:pStyle w:val="TableParagraph"/>
              <w:jc w:val="both"/>
              <w:rPr>
                <w:rFonts w:ascii="Calibri" w:hAnsi="Calibri" w:cs="Calibri"/>
                <w:sz w:val="24"/>
                <w:szCs w:val="24"/>
              </w:rPr>
            </w:pPr>
          </w:p>
        </w:tc>
      </w:tr>
      <w:tr w:rsidR="009F75B4" w:rsidRPr="00F00A97" w14:paraId="08467A2B" w14:textId="7777777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12001D9"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3F3CA49"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14:paraId="5AA40DF0"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2B78B99"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6735D8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2D6C71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49FFA00" w14:textId="77777777" w:rsidR="009F75B4" w:rsidRPr="00F00A97" w:rsidRDefault="009F75B4" w:rsidP="001B674D">
            <w:pPr>
              <w:pStyle w:val="TableParagraph"/>
              <w:jc w:val="both"/>
              <w:rPr>
                <w:rFonts w:ascii="Calibri" w:hAnsi="Calibri" w:cs="Calibri"/>
                <w:sz w:val="24"/>
                <w:szCs w:val="24"/>
              </w:rPr>
            </w:pPr>
          </w:p>
        </w:tc>
      </w:tr>
      <w:tr w:rsidR="009F75B4" w:rsidRPr="00F00A97" w14:paraId="06A59758" w14:textId="7777777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2C97584"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5AE127C"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14:paraId="12080793"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14:paraId="591754CA" w14:textId="77777777"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14:paraId="6F1CA0AC"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14:paraId="384CD7C7"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FEB95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5194CD2"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6A4E4D6"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EEBC9B3" w14:textId="77777777" w:rsidR="009F75B4" w:rsidRPr="00F00A97" w:rsidRDefault="009F75B4" w:rsidP="001B674D">
            <w:pPr>
              <w:pStyle w:val="TableParagraph"/>
              <w:jc w:val="both"/>
              <w:rPr>
                <w:rFonts w:ascii="Calibri" w:hAnsi="Calibri" w:cs="Calibri"/>
                <w:sz w:val="24"/>
                <w:szCs w:val="24"/>
              </w:rPr>
            </w:pPr>
          </w:p>
        </w:tc>
      </w:tr>
      <w:tr w:rsidR="009F75B4" w:rsidRPr="00F00A97" w14:paraId="3F56C83E" w14:textId="7777777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9ABD11B"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81ACE2"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D23D2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8810678"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8E1E26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CB6E407" w14:textId="77777777" w:rsidR="009F75B4" w:rsidRPr="00F00A97" w:rsidRDefault="009F75B4" w:rsidP="001B674D">
            <w:pPr>
              <w:pStyle w:val="TableParagraph"/>
              <w:jc w:val="both"/>
              <w:rPr>
                <w:rFonts w:ascii="Calibri" w:hAnsi="Calibri" w:cs="Calibri"/>
                <w:sz w:val="24"/>
                <w:szCs w:val="24"/>
              </w:rPr>
            </w:pPr>
          </w:p>
        </w:tc>
      </w:tr>
      <w:tr w:rsidR="009F75B4" w:rsidRPr="00F00A97" w14:paraId="5AB42EE3" w14:textId="7777777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F4CDB58"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287C398"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D67652C"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2A149B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095A75A"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42188A" w14:textId="77777777" w:rsidR="009F75B4" w:rsidRPr="00F00A97" w:rsidRDefault="009F75B4" w:rsidP="001B674D">
            <w:pPr>
              <w:pStyle w:val="TableParagraph"/>
              <w:jc w:val="both"/>
              <w:rPr>
                <w:rFonts w:ascii="Calibri" w:hAnsi="Calibri" w:cs="Calibri"/>
                <w:sz w:val="24"/>
                <w:szCs w:val="24"/>
              </w:rPr>
            </w:pPr>
          </w:p>
        </w:tc>
      </w:tr>
      <w:tr w:rsidR="009F75B4" w:rsidRPr="00F00A97" w14:paraId="56168AC9" w14:textId="7777777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D77A29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A64D50"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3F0953B"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F99E7DB"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E607F51"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7014090" w14:textId="77777777" w:rsidR="009F75B4" w:rsidRPr="00F00A97" w:rsidRDefault="009F75B4" w:rsidP="001B674D">
            <w:pPr>
              <w:pStyle w:val="TableParagraph"/>
              <w:jc w:val="both"/>
              <w:rPr>
                <w:rFonts w:ascii="Calibri" w:hAnsi="Calibri" w:cs="Calibri"/>
                <w:sz w:val="24"/>
                <w:szCs w:val="24"/>
              </w:rPr>
            </w:pPr>
          </w:p>
        </w:tc>
      </w:tr>
      <w:tr w:rsidR="009F75B4" w:rsidRPr="00F00A97" w14:paraId="0E868DE2" w14:textId="7777777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9D71CE2"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C7BD81B"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14:paraId="061E3AA9"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BD175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136774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18A7127"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23ABE6" w14:textId="77777777" w:rsidR="009F75B4" w:rsidRPr="00F00A97" w:rsidRDefault="009F75B4" w:rsidP="001B674D">
            <w:pPr>
              <w:pStyle w:val="TableParagraph"/>
              <w:jc w:val="both"/>
              <w:rPr>
                <w:rFonts w:ascii="Calibri" w:hAnsi="Calibri" w:cs="Calibri"/>
                <w:sz w:val="24"/>
                <w:szCs w:val="24"/>
              </w:rPr>
            </w:pPr>
          </w:p>
        </w:tc>
      </w:tr>
      <w:tr w:rsidR="009F75B4" w:rsidRPr="00F00A97" w14:paraId="45493E02" w14:textId="7777777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AFDC182"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3F59116" w14:textId="77777777"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CBD24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C4FE7F5"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08271E0"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7579058" w14:textId="77777777" w:rsidR="009F75B4" w:rsidRPr="00F00A97" w:rsidRDefault="009F75B4" w:rsidP="001B674D">
            <w:pPr>
              <w:pStyle w:val="TableParagraph"/>
              <w:jc w:val="both"/>
              <w:rPr>
                <w:rFonts w:ascii="Calibri" w:hAnsi="Calibri" w:cs="Calibri"/>
                <w:sz w:val="24"/>
                <w:szCs w:val="24"/>
              </w:rPr>
            </w:pPr>
          </w:p>
        </w:tc>
      </w:tr>
      <w:tr w:rsidR="009F75B4" w:rsidRPr="00F00A97" w14:paraId="7273D1EA" w14:textId="7777777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5DCBBDA"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01F6DF8" w14:textId="77777777"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CA796A"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2A0CBC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DB7275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66D8428" w14:textId="77777777" w:rsidR="009F75B4" w:rsidRPr="00F00A97" w:rsidRDefault="009F75B4" w:rsidP="001B674D">
            <w:pPr>
              <w:pStyle w:val="TableParagraph"/>
              <w:jc w:val="both"/>
              <w:rPr>
                <w:rFonts w:ascii="Calibri" w:hAnsi="Calibri" w:cs="Calibri"/>
                <w:sz w:val="24"/>
                <w:szCs w:val="24"/>
              </w:rPr>
            </w:pPr>
          </w:p>
        </w:tc>
      </w:tr>
      <w:tr w:rsidR="009F75B4" w:rsidRPr="00F00A97" w14:paraId="12893E83" w14:textId="7777777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048E09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6DDC25F"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76A075"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5F6A29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1C74408"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89B8F3" w14:textId="77777777" w:rsidR="009F75B4" w:rsidRPr="00F00A97" w:rsidRDefault="009F75B4" w:rsidP="001B674D">
            <w:pPr>
              <w:pStyle w:val="TableParagraph"/>
              <w:jc w:val="both"/>
              <w:rPr>
                <w:rFonts w:ascii="Calibri" w:hAnsi="Calibri" w:cs="Calibri"/>
                <w:sz w:val="24"/>
                <w:szCs w:val="24"/>
              </w:rPr>
            </w:pPr>
          </w:p>
        </w:tc>
      </w:tr>
      <w:tr w:rsidR="009F75B4" w:rsidRPr="00F00A97" w14:paraId="5CFCC87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62FE136"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5DFA23E"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14:paraId="4F600541" w14:textId="77777777"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B67B8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0AEFAD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3D9AE1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0F7C993" w14:textId="77777777" w:rsidR="009F75B4" w:rsidRPr="00F00A97" w:rsidRDefault="009F75B4" w:rsidP="001B674D">
            <w:pPr>
              <w:pStyle w:val="TableParagraph"/>
              <w:jc w:val="both"/>
              <w:rPr>
                <w:rFonts w:ascii="Calibri" w:hAnsi="Calibri" w:cs="Calibri"/>
                <w:sz w:val="24"/>
                <w:szCs w:val="24"/>
              </w:rPr>
            </w:pPr>
          </w:p>
        </w:tc>
      </w:tr>
      <w:tr w:rsidR="009F75B4" w:rsidRPr="00F00A97" w14:paraId="10D983AF"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8A47D89" w14:textId="77777777"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970E2F7"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14:paraId="4ABFCA50"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C13BD3"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220E28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29FE6F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B6D0805" w14:textId="77777777" w:rsidR="009F75B4" w:rsidRPr="00F00A97" w:rsidRDefault="009F75B4" w:rsidP="001B674D">
            <w:pPr>
              <w:pStyle w:val="TableParagraph"/>
              <w:jc w:val="both"/>
              <w:rPr>
                <w:rFonts w:ascii="Calibri" w:hAnsi="Calibri" w:cs="Calibri"/>
                <w:sz w:val="24"/>
                <w:szCs w:val="24"/>
              </w:rPr>
            </w:pPr>
          </w:p>
        </w:tc>
      </w:tr>
      <w:tr w:rsidR="009F75B4" w:rsidRPr="00F00A97" w14:paraId="0171E51D" w14:textId="7777777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39D783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B198CD4"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E3C795C"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10877D1"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CE96C0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1E175D3" w14:textId="77777777" w:rsidR="009F75B4" w:rsidRPr="00F00A97" w:rsidRDefault="009F75B4" w:rsidP="001B674D">
            <w:pPr>
              <w:pStyle w:val="TableParagraph"/>
              <w:jc w:val="both"/>
              <w:rPr>
                <w:rFonts w:ascii="Calibri" w:hAnsi="Calibri" w:cs="Calibri"/>
                <w:sz w:val="24"/>
                <w:szCs w:val="24"/>
              </w:rPr>
            </w:pPr>
          </w:p>
        </w:tc>
      </w:tr>
      <w:tr w:rsidR="009F75B4" w:rsidRPr="00F00A97" w14:paraId="4B986A1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96F4BA0"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DB4F48C" w14:textId="77777777"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14:paraId="72165F68"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57185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B4DDE6F"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55B0277"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F7A8DA2" w14:textId="77777777" w:rsidR="009F75B4" w:rsidRPr="00F00A97" w:rsidRDefault="009F75B4" w:rsidP="001B674D">
            <w:pPr>
              <w:pStyle w:val="TableParagraph"/>
              <w:jc w:val="both"/>
              <w:rPr>
                <w:rFonts w:ascii="Calibri" w:hAnsi="Calibri" w:cs="Calibri"/>
                <w:sz w:val="24"/>
                <w:szCs w:val="24"/>
              </w:rPr>
            </w:pPr>
          </w:p>
        </w:tc>
      </w:tr>
      <w:tr w:rsidR="009F75B4" w:rsidRPr="00F00A97" w14:paraId="6F327643" w14:textId="7777777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12B30C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0FBFBA4"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F1B43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C9C9D6A"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F4FE51E"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15823E" w14:textId="77777777" w:rsidR="009F75B4" w:rsidRPr="00F00A97" w:rsidRDefault="009F75B4" w:rsidP="001B674D">
            <w:pPr>
              <w:pStyle w:val="TableParagraph"/>
              <w:jc w:val="both"/>
              <w:rPr>
                <w:rFonts w:ascii="Calibri" w:hAnsi="Calibri" w:cs="Calibri"/>
                <w:sz w:val="24"/>
                <w:szCs w:val="24"/>
              </w:rPr>
            </w:pPr>
          </w:p>
        </w:tc>
      </w:tr>
      <w:tr w:rsidR="009F75B4" w:rsidRPr="00F00A97" w14:paraId="398C546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DEFDE33"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62C4016"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14:paraId="1AA38C0C"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14:paraId="0F406C2C" w14:textId="77777777"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14:paraId="35829639"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14:paraId="6DC9D20F" w14:textId="77777777"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14:paraId="728C82FB" w14:textId="77777777"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1389C901" w14:textId="77777777"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27F0DB8B"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5E233577"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7C70B7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A10C4E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05DB8FD"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68EA63D" w14:textId="77777777" w:rsidR="009F75B4" w:rsidRPr="00F00A97" w:rsidRDefault="009F75B4" w:rsidP="001B674D">
            <w:pPr>
              <w:pStyle w:val="TableParagraph"/>
              <w:jc w:val="both"/>
              <w:rPr>
                <w:rFonts w:ascii="Calibri" w:hAnsi="Calibri" w:cs="Calibri"/>
                <w:sz w:val="24"/>
                <w:szCs w:val="24"/>
              </w:rPr>
            </w:pPr>
          </w:p>
        </w:tc>
      </w:tr>
      <w:tr w:rsidR="00F00A97" w:rsidRPr="00F00A97" w14:paraId="34C7D08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78E5F30"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BE68CA2" w14:textId="77777777"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ADCE5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4D09406"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0CB9688"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D5A85B2" w14:textId="77777777" w:rsidR="00F00A97" w:rsidRPr="00F00A97" w:rsidRDefault="00F00A97" w:rsidP="00F00A97">
            <w:pPr>
              <w:pStyle w:val="TableParagraph"/>
              <w:jc w:val="both"/>
              <w:rPr>
                <w:rFonts w:ascii="Calibri" w:hAnsi="Calibri" w:cs="Calibri"/>
                <w:sz w:val="24"/>
                <w:szCs w:val="24"/>
              </w:rPr>
            </w:pPr>
          </w:p>
        </w:tc>
      </w:tr>
      <w:tr w:rsidR="00F00A97" w:rsidRPr="00F00A97" w14:paraId="47EDBD9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097F910"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13AC27B" w14:textId="77777777"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14:paraId="16439485" w14:textId="77777777"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39A56FC2" w14:textId="77777777"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1ABD3D38" w14:textId="77777777"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8E25BB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EE57B88"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4C0FA8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A570880" w14:textId="77777777" w:rsidR="00F00A97" w:rsidRPr="00F00A97" w:rsidRDefault="00F00A97" w:rsidP="00F00A97">
            <w:pPr>
              <w:pStyle w:val="TableParagraph"/>
              <w:jc w:val="both"/>
              <w:rPr>
                <w:rFonts w:ascii="Calibri" w:hAnsi="Calibri" w:cs="Calibri"/>
                <w:sz w:val="24"/>
                <w:szCs w:val="24"/>
              </w:rPr>
            </w:pPr>
          </w:p>
        </w:tc>
      </w:tr>
      <w:tr w:rsidR="00F00A97" w:rsidRPr="00F00A97" w14:paraId="47AE5079" w14:textId="7777777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69002D6"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DC97434" w14:textId="77777777"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47BCC08"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C4EF9EA"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CD669E4"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A90840" w14:textId="77777777" w:rsidR="00F00A97" w:rsidRPr="00F00A97" w:rsidRDefault="00F00A97" w:rsidP="00F00A97">
            <w:pPr>
              <w:pStyle w:val="TableParagraph"/>
              <w:jc w:val="both"/>
              <w:rPr>
                <w:rFonts w:ascii="Calibri" w:hAnsi="Calibri" w:cs="Calibri"/>
                <w:sz w:val="24"/>
                <w:szCs w:val="24"/>
              </w:rPr>
            </w:pPr>
          </w:p>
        </w:tc>
      </w:tr>
      <w:tr w:rsidR="00F00A97" w:rsidRPr="00F00A97" w14:paraId="7F8616CA"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55207E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705E982"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14:paraId="78DBE9BA"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14:paraId="27A28C0B"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14:paraId="21E3450F"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14:paraId="26DD19BB"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0B30E724"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14:paraId="6E1FF923" w14:textId="77777777"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14:paraId="5BA5A23C" w14:textId="77777777"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C4DAEA3"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B31910F"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796D16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FEB4369" w14:textId="77777777" w:rsidR="00F00A97" w:rsidRPr="00F00A97" w:rsidRDefault="00F00A97" w:rsidP="00F00A97">
            <w:pPr>
              <w:pStyle w:val="TableParagraph"/>
              <w:jc w:val="both"/>
              <w:rPr>
                <w:rFonts w:ascii="Calibri" w:hAnsi="Calibri" w:cs="Calibri"/>
                <w:sz w:val="24"/>
                <w:szCs w:val="24"/>
              </w:rPr>
            </w:pPr>
          </w:p>
        </w:tc>
      </w:tr>
      <w:tr w:rsidR="00F00A97" w:rsidRPr="00F00A97" w14:paraId="2433B48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6254921"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7359AB"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14:paraId="3743D76E"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14:paraId="40AC566D"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14:paraId="2E7C67AB"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14:paraId="75A1DD51"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14:paraId="5DB4503B"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976BF2C"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B90EFBA"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24965E5"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D6EC4A" w14:textId="77777777" w:rsidR="00F00A97" w:rsidRPr="00F00A97" w:rsidRDefault="00F00A97" w:rsidP="00F00A97">
            <w:pPr>
              <w:pStyle w:val="TableParagraph"/>
              <w:jc w:val="both"/>
              <w:rPr>
                <w:rFonts w:ascii="Calibri" w:hAnsi="Calibri" w:cs="Calibri"/>
                <w:sz w:val="24"/>
                <w:szCs w:val="24"/>
              </w:rPr>
            </w:pPr>
          </w:p>
        </w:tc>
      </w:tr>
      <w:tr w:rsidR="00F00A97" w:rsidRPr="00F00A97" w14:paraId="5C01848B"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EA0F96D"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08DC3C2"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14:paraId="499BB860"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5FD1EF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A9A5070"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D0C96A7"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6FC66D3" w14:textId="77777777" w:rsidR="00F00A97" w:rsidRPr="00F00A97" w:rsidRDefault="00F00A97" w:rsidP="00F00A97">
            <w:pPr>
              <w:pStyle w:val="TableParagraph"/>
              <w:jc w:val="both"/>
              <w:rPr>
                <w:rFonts w:ascii="Calibri" w:hAnsi="Calibri" w:cs="Calibri"/>
                <w:sz w:val="24"/>
                <w:szCs w:val="24"/>
              </w:rPr>
            </w:pPr>
          </w:p>
        </w:tc>
      </w:tr>
      <w:tr w:rsidR="00F00A97" w:rsidRPr="00F00A97" w14:paraId="2BF987B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146A4CF"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E2D6AA5"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F6126C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D19EDF9"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6CB341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C9A0689" w14:textId="77777777" w:rsidR="00F00A97" w:rsidRPr="00F00A97" w:rsidRDefault="00F00A97" w:rsidP="00F00A97">
            <w:pPr>
              <w:pStyle w:val="TableParagraph"/>
              <w:jc w:val="both"/>
              <w:rPr>
                <w:rFonts w:ascii="Calibri" w:hAnsi="Calibri" w:cs="Calibri"/>
                <w:sz w:val="24"/>
                <w:szCs w:val="24"/>
              </w:rPr>
            </w:pPr>
          </w:p>
        </w:tc>
      </w:tr>
      <w:tr w:rsidR="00F00A97" w:rsidRPr="00F00A97" w14:paraId="55D9000F" w14:textId="7777777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ED952ED"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24F0BD7"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D86045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961FB51"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EF3076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C6FBE01" w14:textId="77777777" w:rsidR="00F00A97" w:rsidRPr="00F00A97" w:rsidRDefault="00F00A97" w:rsidP="00F00A97">
            <w:pPr>
              <w:pStyle w:val="TableParagraph"/>
              <w:jc w:val="both"/>
              <w:rPr>
                <w:rFonts w:ascii="Calibri" w:hAnsi="Calibri" w:cs="Calibri"/>
                <w:sz w:val="24"/>
                <w:szCs w:val="24"/>
              </w:rPr>
            </w:pPr>
          </w:p>
        </w:tc>
      </w:tr>
      <w:tr w:rsidR="00F00A97" w:rsidRPr="00F00A97" w14:paraId="7A1D77B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0E4152C"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90CE4AB"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14:paraId="0EAD49FE"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14:paraId="28FC5A5C" w14:textId="77777777"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14:paraId="74234107"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14:paraId="07829FEF" w14:textId="77777777"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14:paraId="393E4700" w14:textId="77777777"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536A72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CB7B9C5"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F5E874A"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8792216" w14:textId="77777777" w:rsidR="00F00A97" w:rsidRPr="00F00A97" w:rsidRDefault="00F00A97" w:rsidP="00F00A97">
            <w:pPr>
              <w:pStyle w:val="TableParagraph"/>
              <w:jc w:val="both"/>
              <w:rPr>
                <w:rFonts w:ascii="Calibri" w:hAnsi="Calibri" w:cs="Calibri"/>
                <w:sz w:val="24"/>
                <w:szCs w:val="24"/>
              </w:rPr>
            </w:pPr>
          </w:p>
        </w:tc>
      </w:tr>
      <w:tr w:rsidR="00F00A97" w:rsidRPr="00F00A97" w14:paraId="02155E8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7876E04"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948013" w14:textId="77777777"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14:paraId="39020C9B"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EAA568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7C62B2C"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872FE5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E934044" w14:textId="77777777" w:rsidR="00F00A97" w:rsidRPr="00F00A97" w:rsidRDefault="00F00A97" w:rsidP="00F00A97">
            <w:pPr>
              <w:pStyle w:val="TableParagraph"/>
              <w:jc w:val="both"/>
              <w:rPr>
                <w:rFonts w:ascii="Calibri" w:hAnsi="Calibri" w:cs="Calibri"/>
                <w:sz w:val="24"/>
                <w:szCs w:val="24"/>
              </w:rPr>
            </w:pPr>
          </w:p>
        </w:tc>
      </w:tr>
      <w:tr w:rsidR="00F00A97" w:rsidRPr="00F00A97" w14:paraId="096362BF" w14:textId="7777777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8D905A4"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8BA23D3" w14:textId="77777777"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7FD0572"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0C6D303"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69A02EB"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D6EA958" w14:textId="77777777" w:rsidR="00F00A97" w:rsidRPr="00F00A97" w:rsidRDefault="00F00A97" w:rsidP="00F00A97">
            <w:pPr>
              <w:pStyle w:val="TableParagraph"/>
              <w:jc w:val="both"/>
              <w:rPr>
                <w:rFonts w:ascii="Calibri" w:hAnsi="Calibri" w:cs="Calibri"/>
                <w:sz w:val="24"/>
                <w:szCs w:val="24"/>
              </w:rPr>
            </w:pPr>
          </w:p>
        </w:tc>
      </w:tr>
      <w:tr w:rsidR="00F00A97" w:rsidRPr="00F00A97" w14:paraId="2B3AB50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4D001B1"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ADDC800"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94EAD0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A4F9C5C"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B2E5A93"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C559B7B" w14:textId="77777777" w:rsidR="00F00A97" w:rsidRPr="00F00A97" w:rsidRDefault="00F00A97" w:rsidP="00F00A97">
            <w:pPr>
              <w:pStyle w:val="TableParagraph"/>
              <w:jc w:val="both"/>
              <w:rPr>
                <w:rFonts w:ascii="Calibri" w:hAnsi="Calibri" w:cs="Calibri"/>
                <w:sz w:val="24"/>
                <w:szCs w:val="24"/>
              </w:rPr>
            </w:pPr>
          </w:p>
        </w:tc>
      </w:tr>
      <w:tr w:rsidR="00F00A97" w:rsidRPr="00F00A97" w14:paraId="228A241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6404E7A"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C0F4BE0" w14:textId="77777777"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14:paraId="21DEBB0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B8B4C1"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0FB546F"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4E31E23"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07E933" w14:textId="77777777" w:rsidR="00F00A97" w:rsidRPr="00F00A97" w:rsidRDefault="00F00A97" w:rsidP="00F00A97">
            <w:pPr>
              <w:pStyle w:val="TableParagraph"/>
              <w:jc w:val="both"/>
              <w:rPr>
                <w:rFonts w:ascii="Calibri" w:hAnsi="Calibri" w:cs="Calibri"/>
                <w:sz w:val="24"/>
                <w:szCs w:val="24"/>
              </w:rPr>
            </w:pPr>
          </w:p>
        </w:tc>
      </w:tr>
      <w:tr w:rsidR="00F00A97" w:rsidRPr="00F00A97" w14:paraId="026477C2"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8985D8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848DA95"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F67E7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45E6A48"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52017D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B3F31C0" w14:textId="77777777" w:rsidR="00F00A97" w:rsidRPr="00F00A97" w:rsidRDefault="00F00A97" w:rsidP="00F00A97">
            <w:pPr>
              <w:pStyle w:val="TableParagraph"/>
              <w:jc w:val="both"/>
              <w:rPr>
                <w:rFonts w:ascii="Calibri" w:hAnsi="Calibri" w:cs="Calibri"/>
                <w:sz w:val="24"/>
                <w:szCs w:val="24"/>
              </w:rPr>
            </w:pPr>
          </w:p>
        </w:tc>
      </w:tr>
      <w:tr w:rsidR="00F00A97" w:rsidRPr="00F00A97" w14:paraId="0F46E3E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352FB42" w14:textId="77777777"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7DEC26" w14:textId="77777777"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6D917C3"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1718940"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BAB59C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9F2478" w14:textId="77777777" w:rsidR="00F00A97" w:rsidRPr="00F00A97" w:rsidRDefault="00F00A97" w:rsidP="00F00A97">
            <w:pPr>
              <w:pStyle w:val="TableParagraph"/>
              <w:jc w:val="both"/>
              <w:rPr>
                <w:rFonts w:ascii="Calibri" w:hAnsi="Calibri" w:cs="Calibri"/>
                <w:sz w:val="24"/>
                <w:szCs w:val="24"/>
              </w:rPr>
            </w:pPr>
          </w:p>
        </w:tc>
      </w:tr>
      <w:tr w:rsidR="00E62C88" w:rsidRPr="00F00A97" w14:paraId="5186EB55"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AC915A6" w14:textId="77777777" w:rsidR="00E62C88" w:rsidRPr="00F00A97" w:rsidRDefault="00E62C88"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F504FD5" w14:textId="4ED0E9D8" w:rsidR="00E62C88" w:rsidRPr="00F00A97" w:rsidRDefault="00E62C88" w:rsidP="00F00A97">
            <w:pPr>
              <w:suppressAutoHyphens/>
              <w:ind w:left="139" w:right="134"/>
              <w:jc w:val="both"/>
              <w:rPr>
                <w:rFonts w:ascii="Calibri" w:eastAsia="Calibri" w:hAnsi="Calibri" w:cs="Calibri"/>
                <w:color w:val="000000"/>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 xml:space="preserve">protejare a biodiversitatii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w:t>
            </w:r>
            <w:r>
              <w:rPr>
                <w:rFonts w:ascii="Calibri" w:hAnsi="Calibri" w:cs="Calibri"/>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7135FA4" w14:textId="77777777" w:rsidR="00E62C88" w:rsidRPr="00F00A97" w:rsidRDefault="00E62C88"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D48F86E" w14:textId="77777777" w:rsidR="00E62C88" w:rsidRPr="00F00A97" w:rsidRDefault="00E62C88"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36F9CB4" w14:textId="77777777" w:rsidR="00E62C88" w:rsidRPr="00F00A97" w:rsidRDefault="00E62C88"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BDB9244" w14:textId="77777777" w:rsidR="00E62C88" w:rsidRPr="00F00A97" w:rsidRDefault="00E62C88" w:rsidP="00F00A97">
            <w:pPr>
              <w:pStyle w:val="TableParagraph"/>
              <w:jc w:val="both"/>
              <w:rPr>
                <w:rFonts w:ascii="Calibri" w:hAnsi="Calibri" w:cs="Calibri"/>
                <w:sz w:val="24"/>
                <w:szCs w:val="24"/>
              </w:rPr>
            </w:pPr>
          </w:p>
        </w:tc>
      </w:tr>
      <w:tr w:rsidR="00F00A97" w:rsidRPr="00F00A97" w14:paraId="6C55DC94" w14:textId="7777777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14:paraId="2DA16291" w14:textId="77777777"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14:paraId="234F2C1F" w14:textId="77777777"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14:paraId="2F5C53C4" w14:textId="77777777"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14:paraId="04064A04"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14:paraId="00523DB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14:paraId="6E1578A7"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14:paraId="48C29834" w14:textId="77777777" w:rsidR="00F00A97" w:rsidRPr="00F00A97" w:rsidRDefault="00F00A97" w:rsidP="00F00A97">
            <w:pPr>
              <w:pStyle w:val="TableParagraph"/>
              <w:jc w:val="both"/>
              <w:rPr>
                <w:rFonts w:ascii="Calibri" w:hAnsi="Calibri" w:cs="Calibri"/>
                <w:b/>
                <w:sz w:val="24"/>
                <w:szCs w:val="24"/>
              </w:rPr>
            </w:pPr>
          </w:p>
        </w:tc>
      </w:tr>
      <w:tr w:rsidR="00F00A97" w:rsidRPr="00F00A97" w14:paraId="7679A3E5"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4FC03DD"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32D16EB" w14:textId="77777777"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3D502D9"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DDB11A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8401C51"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3E8B0633" w14:textId="77777777" w:rsidR="00F00A97" w:rsidRPr="00F00A97" w:rsidRDefault="00F00A97" w:rsidP="00F00A97">
            <w:pPr>
              <w:pStyle w:val="TableParagraph"/>
              <w:jc w:val="both"/>
              <w:rPr>
                <w:rFonts w:ascii="Calibri" w:hAnsi="Calibri" w:cs="Calibri"/>
                <w:b/>
                <w:sz w:val="24"/>
                <w:szCs w:val="24"/>
              </w:rPr>
            </w:pPr>
          </w:p>
        </w:tc>
      </w:tr>
      <w:tr w:rsidR="00F00A97" w:rsidRPr="00F00A97" w14:paraId="019741CB"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391926F"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72AB8B1B"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A04826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A0B32A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AA257CD"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10F4357" w14:textId="77777777" w:rsidR="00F00A97" w:rsidRPr="00F00A97" w:rsidRDefault="00F00A97" w:rsidP="00F00A97">
            <w:pPr>
              <w:pStyle w:val="TableParagraph"/>
              <w:jc w:val="both"/>
              <w:rPr>
                <w:rFonts w:ascii="Calibri" w:hAnsi="Calibri" w:cs="Calibri"/>
                <w:b/>
                <w:sz w:val="24"/>
                <w:szCs w:val="24"/>
              </w:rPr>
            </w:pPr>
          </w:p>
        </w:tc>
      </w:tr>
      <w:tr w:rsidR="00F00A97" w:rsidRPr="00F00A97" w14:paraId="152C5444"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22C3AC6A"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7BA23AB" w14:textId="77777777"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AF72F33"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7DA920B"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672173A7"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095ECEB3" w14:textId="77777777" w:rsidR="00F00A97" w:rsidRPr="00F00A97" w:rsidRDefault="00F00A97" w:rsidP="00F00A97">
            <w:pPr>
              <w:pStyle w:val="TableParagraph"/>
              <w:jc w:val="both"/>
              <w:rPr>
                <w:rFonts w:ascii="Calibri" w:hAnsi="Calibri" w:cs="Calibri"/>
                <w:b/>
                <w:sz w:val="24"/>
                <w:szCs w:val="24"/>
              </w:rPr>
            </w:pPr>
          </w:p>
        </w:tc>
      </w:tr>
      <w:tr w:rsidR="00F00A97" w:rsidRPr="00F00A97" w14:paraId="6FE34572"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0A960C2"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5CF1EB2F"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 xml:space="preserve">tehnic (partea I si </w:t>
            </w:r>
            <w:r w:rsidRPr="00F00A97">
              <w:rPr>
                <w:rFonts w:ascii="Calibri" w:hAnsi="Calibri" w:cs="Calibri"/>
                <w:sz w:val="24"/>
                <w:szCs w:val="24"/>
              </w:rPr>
              <w:lastRenderedPageBreak/>
              <w:t>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7D85BD1"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247306D"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101994BA"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06B4FDA" w14:textId="77777777" w:rsidR="00F00A97" w:rsidRPr="00F00A97" w:rsidRDefault="00F00A97" w:rsidP="00F00A97">
            <w:pPr>
              <w:pStyle w:val="TableParagraph"/>
              <w:jc w:val="both"/>
              <w:rPr>
                <w:rFonts w:ascii="Calibri" w:hAnsi="Calibri" w:cs="Calibri"/>
                <w:b/>
                <w:sz w:val="24"/>
                <w:szCs w:val="24"/>
              </w:rPr>
            </w:pPr>
          </w:p>
        </w:tc>
      </w:tr>
      <w:tr w:rsidR="00F00A97" w:rsidRPr="00F00A97" w14:paraId="0C6155B9"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7CEC0BCA"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068D3B73"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14:paraId="732E5004" w14:textId="77777777"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14:paraId="52C08DDB" w14:textId="77777777"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14:paraId="400EF3AF" w14:textId="77777777"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14:paraId="18A75459" w14:textId="77777777"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65B90A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61C94AF4"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024D6F40"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6FB1A058" w14:textId="77777777" w:rsidR="00F00A97" w:rsidRPr="00F00A97" w:rsidRDefault="00F00A97" w:rsidP="00F00A97">
            <w:pPr>
              <w:pStyle w:val="TableParagraph"/>
              <w:jc w:val="both"/>
              <w:rPr>
                <w:rFonts w:ascii="Calibri" w:hAnsi="Calibri" w:cs="Calibri"/>
                <w:b/>
                <w:sz w:val="24"/>
                <w:szCs w:val="24"/>
              </w:rPr>
            </w:pPr>
          </w:p>
        </w:tc>
      </w:tr>
      <w:tr w:rsidR="00F00A97" w:rsidRPr="00F00A97" w14:paraId="45A95AB5"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D224718"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770E0FA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17A57E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7D8AE63F"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54AFFB0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7E3EAE15" w14:textId="77777777" w:rsidR="00F00A97" w:rsidRPr="00F00A97" w:rsidRDefault="00F00A97" w:rsidP="00F00A97">
            <w:pPr>
              <w:pStyle w:val="TableParagraph"/>
              <w:jc w:val="both"/>
              <w:rPr>
                <w:rFonts w:ascii="Calibri" w:hAnsi="Calibri" w:cs="Calibri"/>
                <w:b/>
                <w:sz w:val="24"/>
                <w:szCs w:val="24"/>
              </w:rPr>
            </w:pPr>
          </w:p>
        </w:tc>
      </w:tr>
      <w:tr w:rsidR="00F00A97" w:rsidRPr="00F00A97" w14:paraId="75C04F2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D09ADFE"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764B3C1"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D50BBB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1D3E5C0F"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C5E7999"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F6BCDBB" w14:textId="77777777" w:rsidR="00F00A97" w:rsidRPr="00F00A97" w:rsidRDefault="00F00A97" w:rsidP="00F00A97">
            <w:pPr>
              <w:pStyle w:val="TableParagraph"/>
              <w:jc w:val="both"/>
              <w:rPr>
                <w:rFonts w:ascii="Calibri" w:hAnsi="Calibri" w:cs="Calibri"/>
                <w:b/>
                <w:sz w:val="24"/>
                <w:szCs w:val="24"/>
              </w:rPr>
            </w:pPr>
          </w:p>
        </w:tc>
      </w:tr>
      <w:tr w:rsidR="00F00A97" w:rsidRPr="00F00A97" w14:paraId="06B376AD"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DAA8627"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1E97C7B"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5594D5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3DF876C4"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FF12294"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60C87EC0" w14:textId="77777777" w:rsidR="00F00A97" w:rsidRPr="00F00A97" w:rsidRDefault="00F00A97" w:rsidP="00F00A97">
            <w:pPr>
              <w:pStyle w:val="TableParagraph"/>
              <w:jc w:val="both"/>
              <w:rPr>
                <w:rFonts w:ascii="Calibri" w:hAnsi="Calibri" w:cs="Calibri"/>
                <w:b/>
                <w:sz w:val="24"/>
                <w:szCs w:val="24"/>
              </w:rPr>
            </w:pPr>
          </w:p>
        </w:tc>
      </w:tr>
      <w:tr w:rsidR="00F00A97" w:rsidRPr="00F00A97" w14:paraId="7D86665B"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2DDC860B"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000F1A82"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E789DC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449D01B"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EC18A1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51DBEFAB" w14:textId="77777777" w:rsidR="00F00A97" w:rsidRPr="00F00A97" w:rsidRDefault="00F00A97" w:rsidP="00F00A97">
            <w:pPr>
              <w:pStyle w:val="TableParagraph"/>
              <w:jc w:val="both"/>
              <w:rPr>
                <w:rFonts w:ascii="Calibri" w:hAnsi="Calibri" w:cs="Calibri"/>
                <w:b/>
                <w:sz w:val="24"/>
                <w:szCs w:val="24"/>
              </w:rPr>
            </w:pPr>
          </w:p>
        </w:tc>
      </w:tr>
      <w:tr w:rsidR="00F00A97" w:rsidRPr="00F00A97" w14:paraId="26DCBE6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2811BF33"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4BE0D108"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0AC00104"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02F3B985"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5B20C63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1361B801" w14:textId="77777777" w:rsidR="00F00A97" w:rsidRPr="00F00A97" w:rsidRDefault="00F00A97" w:rsidP="00F00A97">
            <w:pPr>
              <w:pStyle w:val="TableParagraph"/>
              <w:jc w:val="both"/>
              <w:rPr>
                <w:rFonts w:ascii="Calibri" w:hAnsi="Calibri" w:cs="Calibri"/>
                <w:b/>
                <w:sz w:val="24"/>
                <w:szCs w:val="24"/>
              </w:rPr>
            </w:pPr>
          </w:p>
        </w:tc>
      </w:tr>
      <w:tr w:rsidR="00F00A97" w:rsidRPr="00F00A97" w14:paraId="48566F7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7D82410C"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09066751"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w:t>
            </w:r>
            <w:r w:rsidRPr="00F00A97">
              <w:rPr>
                <w:rFonts w:ascii="Calibri" w:hAnsi="Calibri" w:cs="Calibri"/>
                <w:sz w:val="24"/>
                <w:szCs w:val="24"/>
              </w:rPr>
              <w:lastRenderedPageBreak/>
              <w:t>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55B64EF0"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4DFF3616"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52CACF38"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497C8065" w14:textId="77777777" w:rsidR="00F00A97" w:rsidRPr="00F00A97" w:rsidRDefault="00F00A97" w:rsidP="00F00A97">
            <w:pPr>
              <w:pStyle w:val="TableParagraph"/>
              <w:jc w:val="both"/>
              <w:rPr>
                <w:rFonts w:ascii="Calibri" w:hAnsi="Calibri" w:cs="Calibri"/>
                <w:b/>
                <w:sz w:val="24"/>
                <w:szCs w:val="24"/>
              </w:rPr>
            </w:pPr>
          </w:p>
        </w:tc>
      </w:tr>
    </w:tbl>
    <w:p w14:paraId="37001595" w14:textId="77777777" w:rsidR="00522E43" w:rsidRDefault="00522E43" w:rsidP="001B674D">
      <w:pPr>
        <w:jc w:val="both"/>
        <w:rPr>
          <w:rFonts w:ascii="Calibri" w:hAnsi="Calibri" w:cs="Calibri"/>
          <w:b/>
        </w:rPr>
      </w:pPr>
    </w:p>
    <w:p w14:paraId="1948C2AF" w14:textId="77777777" w:rsidR="002933A6" w:rsidRDefault="002933A6" w:rsidP="001B674D">
      <w:pPr>
        <w:jc w:val="both"/>
        <w:rPr>
          <w:rFonts w:ascii="Calibri" w:hAnsi="Calibri" w:cs="Calibri"/>
          <w:b/>
        </w:rPr>
      </w:pPr>
    </w:p>
    <w:p w14:paraId="176166FA" w14:textId="77777777" w:rsidR="002933A6" w:rsidRPr="00F00A97" w:rsidRDefault="002933A6" w:rsidP="001B674D">
      <w:pPr>
        <w:jc w:val="both"/>
        <w:rPr>
          <w:rFonts w:ascii="Calibri" w:hAnsi="Calibri" w:cs="Calibri"/>
          <w:b/>
        </w:rPr>
      </w:pPr>
    </w:p>
    <w:p w14:paraId="0EB84F87" w14:textId="77777777" w:rsidR="00AC4893" w:rsidRPr="002933A6" w:rsidRDefault="00AC4893" w:rsidP="001B674D">
      <w:pPr>
        <w:jc w:val="both"/>
        <w:rPr>
          <w:rFonts w:ascii="Calibri" w:hAnsi="Calibri" w:cs="Calibri"/>
        </w:rPr>
      </w:pPr>
      <w:r w:rsidRPr="002933A6">
        <w:rPr>
          <w:rFonts w:ascii="Calibri" w:hAnsi="Calibri" w:cs="Calibri"/>
        </w:rPr>
        <w:t>nota 1:</w:t>
      </w:r>
    </w:p>
    <w:p w14:paraId="4FCFA531" w14:textId="77777777"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14:paraId="6C0116A6" w14:textId="77777777" w:rsidR="001B674D" w:rsidRPr="002933A6" w:rsidRDefault="001B674D" w:rsidP="001B674D">
      <w:pPr>
        <w:jc w:val="both"/>
        <w:rPr>
          <w:rFonts w:ascii="Calibri" w:hAnsi="Calibri" w:cs="Calibri"/>
        </w:rPr>
      </w:pPr>
    </w:p>
    <w:p w14:paraId="00CED3F2" w14:textId="77777777"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14:paraId="19A5A549" w14:textId="77777777"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14:paraId="02C2A81B" w14:textId="77777777" w:rsidR="00AC4893" w:rsidRPr="002933A6" w:rsidRDefault="00AC4893" w:rsidP="001B674D">
      <w:pPr>
        <w:jc w:val="both"/>
        <w:rPr>
          <w:rFonts w:ascii="Calibri" w:hAnsi="Calibri" w:cs="Calibri"/>
        </w:rPr>
      </w:pPr>
    </w:p>
    <w:p w14:paraId="00B7D6D6" w14:textId="77777777"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14:paraId="27B9825C" w14:textId="77777777"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14:paraId="12CAD581" w14:textId="77777777"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14:paraId="0A6D68E5" w14:textId="77777777"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14:paraId="225DC10E" w14:textId="77777777"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14:paraId="01C401D8" w14:textId="77777777" w:rsidR="005232F5" w:rsidRPr="002933A6" w:rsidRDefault="005232F5" w:rsidP="001B674D">
      <w:pPr>
        <w:jc w:val="both"/>
        <w:rPr>
          <w:rFonts w:ascii="Calibri" w:hAnsi="Calibri" w:cs="Calibri"/>
        </w:rPr>
      </w:pPr>
    </w:p>
    <w:p w14:paraId="57876115" w14:textId="77777777"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14:paraId="7FA44383" w14:textId="77777777"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14:paraId="5BBEE41C" w14:textId="77777777"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14:paraId="4541F930" w14:textId="77777777"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14:paraId="0F017950" w14:textId="77777777" w:rsidR="00AC4893" w:rsidRPr="002933A6" w:rsidRDefault="00AC4893" w:rsidP="001B674D">
      <w:pPr>
        <w:jc w:val="both"/>
        <w:rPr>
          <w:rFonts w:ascii="Calibri" w:hAnsi="Calibri" w:cs="Calibri"/>
        </w:rPr>
      </w:pPr>
    </w:p>
    <w:p w14:paraId="4697A17E" w14:textId="77777777"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14:paraId="421B37CA" w14:textId="77777777"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14:paraId="29381222" w14:textId="77777777"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14:paraId="671C5C58" w14:textId="77777777"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14:paraId="460F8C70" w14:textId="77777777"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14:paraId="5D8B70D0" w14:textId="77777777" w:rsidR="00AC4893" w:rsidRPr="002933A6" w:rsidRDefault="00AC4893" w:rsidP="001B674D">
      <w:pPr>
        <w:jc w:val="both"/>
        <w:rPr>
          <w:rFonts w:ascii="Calibri" w:hAnsi="Calibri" w:cs="Calibri"/>
        </w:rPr>
      </w:pPr>
    </w:p>
    <w:p w14:paraId="4973CA62" w14:textId="77777777" w:rsidR="00AC4893" w:rsidRPr="002933A6" w:rsidRDefault="00AC4893" w:rsidP="001B674D">
      <w:pPr>
        <w:jc w:val="both"/>
        <w:rPr>
          <w:rFonts w:ascii="Calibri" w:hAnsi="Calibri" w:cs="Calibri"/>
        </w:rPr>
      </w:pPr>
      <w:r w:rsidRPr="002933A6">
        <w:rPr>
          <w:rFonts w:ascii="Calibri" w:hAnsi="Calibri" w:cs="Calibri"/>
        </w:rPr>
        <w:lastRenderedPageBreak/>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14:paraId="7A27DDE0" w14:textId="77777777" w:rsidR="00AC4893" w:rsidRPr="002933A6" w:rsidRDefault="00AC4893" w:rsidP="001B674D">
      <w:pPr>
        <w:jc w:val="both"/>
        <w:rPr>
          <w:rFonts w:ascii="Calibri" w:hAnsi="Calibri" w:cs="Calibri"/>
          <w:shd w:val="clear" w:color="auto" w:fill="FFFF00"/>
        </w:rPr>
      </w:pPr>
    </w:p>
    <w:p w14:paraId="6677D721" w14:textId="77777777"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14:paraId="1E84F777" w14:textId="77777777" w:rsidR="00AC4893" w:rsidRPr="002933A6" w:rsidRDefault="00AC4893" w:rsidP="001B674D">
      <w:pPr>
        <w:jc w:val="both"/>
        <w:rPr>
          <w:rFonts w:ascii="Calibri" w:hAnsi="Calibri" w:cs="Calibri"/>
        </w:rPr>
      </w:pPr>
    </w:p>
    <w:p w14:paraId="6E1647FA" w14:textId="77777777" w:rsidR="00AC4893" w:rsidRPr="002933A6" w:rsidRDefault="00AC4893" w:rsidP="001B674D">
      <w:pPr>
        <w:jc w:val="both"/>
        <w:rPr>
          <w:rFonts w:ascii="Calibri" w:hAnsi="Calibri" w:cs="Calibri"/>
        </w:rPr>
      </w:pPr>
      <w:r w:rsidRPr="002933A6">
        <w:rPr>
          <w:rFonts w:ascii="Calibri" w:hAnsi="Calibri" w:cs="Calibri"/>
        </w:rPr>
        <w:t>Se pot formula recomandări (cu precizarea explicita a momentului prevăzut pentru soluționarea acestora) cu excepția criteriilor 10 și 11 din cadrul secțiunii II.</w:t>
      </w:r>
    </w:p>
    <w:p w14:paraId="67D4210D" w14:textId="77777777" w:rsidR="00AC4893" w:rsidRPr="002933A6" w:rsidRDefault="00AC4893" w:rsidP="001B674D">
      <w:pPr>
        <w:pStyle w:val="Corptext"/>
        <w:rPr>
          <w:rFonts w:ascii="Calibri" w:hAnsi="Calibri" w:cs="Calibri"/>
        </w:rPr>
      </w:pPr>
    </w:p>
    <w:p w14:paraId="5004EAD4" w14:textId="77777777"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59C8" w14:textId="77777777" w:rsidR="003E695B" w:rsidRDefault="003E695B">
      <w:r>
        <w:separator/>
      </w:r>
    </w:p>
  </w:endnote>
  <w:endnote w:type="continuationSeparator" w:id="0">
    <w:p w14:paraId="6BB81013" w14:textId="77777777" w:rsidR="003E695B" w:rsidRDefault="003E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F15D" w14:textId="77777777" w:rsidR="002E4094" w:rsidRDefault="002E409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139D89F6" w14:textId="77777777">
      <w:trPr>
        <w:cantSplit/>
        <w:trHeight w:hRule="exact" w:val="340"/>
        <w:hidden/>
      </w:trPr>
      <w:tc>
        <w:tcPr>
          <w:tcW w:w="9210" w:type="dxa"/>
        </w:tcPr>
        <w:p w14:paraId="233717EC" w14:textId="77777777" w:rsidR="0055238C" w:rsidRDefault="0055238C">
          <w:pPr>
            <w:pStyle w:val="Subsol"/>
            <w:rPr>
              <w:vanish/>
              <w:sz w:val="20"/>
            </w:rPr>
          </w:pPr>
        </w:p>
      </w:tc>
    </w:tr>
  </w:tbl>
  <w:p w14:paraId="1DC251F3" w14:textId="77777777" w:rsidR="0055238C" w:rsidRDefault="00753F5A" w:rsidP="00F12E7F">
    <w:pPr>
      <w:pStyle w:val="Subsol"/>
    </w:pPr>
    <w:r>
      <w:rPr>
        <w:lang w:val="en-US" w:eastAsia="en-US"/>
      </w:rPr>
      <w:drawing>
        <wp:anchor distT="0" distB="0" distL="114300" distR="114300" simplePos="0" relativeHeight="251660288" behindDoc="0" locked="0" layoutInCell="1" allowOverlap="1" wp14:anchorId="3B0CB705" wp14:editId="71D5FF39">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14:anchorId="39AD3328" wp14:editId="44904C57">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29E1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D332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C029E1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14:anchorId="6ECD7208" wp14:editId="5A9C813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36B3B"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D7208"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B36B3B"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14:anchorId="4116BD07" wp14:editId="205E9468">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EEECCA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2F1350"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B04D7AC"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6BD07"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EEECCA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2F1350"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B04D7AC"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14:anchorId="67700B9B" wp14:editId="507A317E">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E97DE"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76EA" w14:textId="77777777" w:rsidR="0055238C" w:rsidRDefault="00753F5A">
    <w:pPr>
      <w:pStyle w:val="Subsol"/>
    </w:pPr>
    <w:r>
      <w:rPr>
        <w:lang w:val="en-US" w:eastAsia="en-US"/>
      </w:rPr>
      <w:drawing>
        <wp:anchor distT="0" distB="0" distL="114300" distR="114300" simplePos="0" relativeHeight="251655168" behindDoc="0" locked="0" layoutInCell="1" allowOverlap="1" wp14:anchorId="15ED99FE" wp14:editId="57395B25">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14:anchorId="4E6A8B48" wp14:editId="686E381F">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5C94"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A8B4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DBB5C94"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14:anchorId="676BFDD6" wp14:editId="34F5EF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F6A51"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6BFDD6"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9AF6A51"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14:anchorId="59E87BC2" wp14:editId="46E0B7F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819336"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F96AF6"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89526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87BC2"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79819336"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F96AF6"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89526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14:anchorId="35FD52B2" wp14:editId="525A4EB4">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1B190" w14:textId="77777777" w:rsidR="003E695B" w:rsidRDefault="003E695B">
      <w:r>
        <w:separator/>
      </w:r>
    </w:p>
  </w:footnote>
  <w:footnote w:type="continuationSeparator" w:id="0">
    <w:p w14:paraId="3DC8C571" w14:textId="77777777" w:rsidR="003E695B" w:rsidRDefault="003E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87FD7" w14:textId="6B2628BE" w:rsidR="002E4094" w:rsidRDefault="00E62C88">
    <w:pPr>
      <w:pStyle w:val="Antet"/>
    </w:pPr>
    <w:r>
      <w:pict w14:anchorId="4482DB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632.15pt;height:97.2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E326" w14:textId="06C2A865" w:rsidR="0004589A" w:rsidRPr="0004589A" w:rsidRDefault="00E62C88">
    <w:pPr>
      <w:pStyle w:val="Antet"/>
      <w:rPr>
        <w:color w:val="999999"/>
      </w:rPr>
    </w:pPr>
    <w:r>
      <w:pict w14:anchorId="55B47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632.15pt;height:97.2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753F5A">
      <mc:AlternateContent>
        <mc:Choice Requires="wpg">
          <w:drawing>
            <wp:anchor distT="0" distB="0" distL="114300" distR="114300" simplePos="0" relativeHeight="251664384" behindDoc="0" locked="0" layoutInCell="1" allowOverlap="1" wp14:anchorId="2E36A3FC" wp14:editId="013DCDCC">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39A3" w14:textId="77777777" w:rsidR="0004589A" w:rsidRDefault="0004589A" w:rsidP="0004589A">
                            <w:pPr>
                              <w:spacing w:line="330" w:lineRule="auto"/>
                            </w:pPr>
                          </w:p>
                          <w:p w14:paraId="6AD211C8" w14:textId="77777777"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36A3FC"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D8A39A3" w14:textId="77777777" w:rsidR="0004589A" w:rsidRDefault="0004589A" w:rsidP="0004589A">
                      <w:pPr>
                        <w:spacing w:line="330" w:lineRule="auto"/>
                      </w:pPr>
                    </w:p>
                    <w:p w14:paraId="6AD211C8" w14:textId="77777777"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1E7DF8">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1E7DF8">
      <w:rPr>
        <w:color w:val="999999"/>
        <w:sz w:val="20"/>
        <w:szCs w:val="20"/>
      </w:rPr>
      <w:t>10</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5E46" w14:textId="6A19593F" w:rsidR="00C04AE4" w:rsidRDefault="00E62C88" w:rsidP="00C04AE4">
    <w:pPr>
      <w:pStyle w:val="Antet"/>
      <w:tabs>
        <w:tab w:val="clear" w:pos="4536"/>
        <w:tab w:val="clear" w:pos="9072"/>
        <w:tab w:val="left" w:pos="6473"/>
      </w:tabs>
    </w:pPr>
    <w:r>
      <w:pict w14:anchorId="2FBC69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632.15pt;height:97.2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753F5A">
      <w:drawing>
        <wp:anchor distT="0" distB="0" distL="114300" distR="114300" simplePos="0" relativeHeight="251661312" behindDoc="0" locked="0" layoutInCell="1" allowOverlap="1" wp14:anchorId="7AC99619" wp14:editId="2290296E">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753F5A">
      <w:drawing>
        <wp:anchor distT="0" distB="0" distL="114300" distR="114300" simplePos="0" relativeHeight="251662336" behindDoc="0" locked="0" layoutInCell="1" allowOverlap="1" wp14:anchorId="0F922D9E" wp14:editId="75ECB2E7">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753F5A">
      <w:drawing>
        <wp:anchor distT="0" distB="0" distL="114300" distR="114300" simplePos="0" relativeHeight="251663360" behindDoc="0" locked="0" layoutInCell="1" allowOverlap="1" wp14:anchorId="14984414" wp14:editId="307865FE">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A637E"/>
    <w:rsid w:val="001B674D"/>
    <w:rsid w:val="001D40CB"/>
    <w:rsid w:val="001D7627"/>
    <w:rsid w:val="001E7798"/>
    <w:rsid w:val="001E7DF8"/>
    <w:rsid w:val="00273596"/>
    <w:rsid w:val="00275DCC"/>
    <w:rsid w:val="00284F7C"/>
    <w:rsid w:val="002933A6"/>
    <w:rsid w:val="002B3BB9"/>
    <w:rsid w:val="002E07E9"/>
    <w:rsid w:val="002E4094"/>
    <w:rsid w:val="002F1246"/>
    <w:rsid w:val="003221D7"/>
    <w:rsid w:val="00351F71"/>
    <w:rsid w:val="00353C41"/>
    <w:rsid w:val="00362E1D"/>
    <w:rsid w:val="00376CFE"/>
    <w:rsid w:val="00381D3E"/>
    <w:rsid w:val="00385A87"/>
    <w:rsid w:val="00385DE3"/>
    <w:rsid w:val="0038681F"/>
    <w:rsid w:val="003E2E03"/>
    <w:rsid w:val="003E695B"/>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35FF"/>
    <w:rsid w:val="006B6B2C"/>
    <w:rsid w:val="006B79B9"/>
    <w:rsid w:val="006C514E"/>
    <w:rsid w:val="006C67CE"/>
    <w:rsid w:val="0071191E"/>
    <w:rsid w:val="007209E0"/>
    <w:rsid w:val="007338F4"/>
    <w:rsid w:val="00744EC4"/>
    <w:rsid w:val="00753F5A"/>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C3124"/>
    <w:rsid w:val="00AC4893"/>
    <w:rsid w:val="00AE4990"/>
    <w:rsid w:val="00AF0DE7"/>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62C88"/>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12E7523B"/>
  <w15:chartTrackingRefBased/>
  <w15:docId w15:val="{4B0154CE-4BBE-4530-AAA9-10175B64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902D2-D63D-4B34-A2B1-122494BA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10</Pages>
  <Words>2561</Words>
  <Characters>16594</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19117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2022-03-29T08:07:00Z</cp:lastPrinted>
  <dcterms:created xsi:type="dcterms:W3CDTF">2023-09-06T09:12:00Z</dcterms:created>
  <dcterms:modified xsi:type="dcterms:W3CDTF">2025-09-23T07:32:00Z</dcterms:modified>
</cp:coreProperties>
</file>